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3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00"/>
        <w:gridCol w:w="1188"/>
        <w:gridCol w:w="3420"/>
        <w:gridCol w:w="1080"/>
      </w:tblGrid>
      <w:tr w:rsidR="00B532D6" w:rsidRPr="000B7143">
        <w:trPr>
          <w:trHeight w:val="360"/>
        </w:trPr>
        <w:tc>
          <w:tcPr>
            <w:tcW w:w="2700" w:type="dxa"/>
            <w:tcBorders>
              <w:top w:val="nil"/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The people</w:t>
            </w:r>
          </w:p>
        </w:tc>
        <w:tc>
          <w:tcPr>
            <w:tcW w:w="1188" w:type="dxa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0" w:type="dxa"/>
            <w:tcBorders>
              <w:top w:val="nil"/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Write it down.</w:t>
            </w:r>
          </w:p>
        </w:tc>
        <w:tc>
          <w:tcPr>
            <w:tcW w:w="1080" w:type="dxa"/>
            <w:tcBorders>
              <w:top w:val="nil"/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Who will make it?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You and I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He called me.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He called me.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We had their dog.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When would you go?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What did they say?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One or two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A number of people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Come and get it.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More than the other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This is a good day.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Part of the time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Now and then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Sit down.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Not now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Go find her.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So there you are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I like him.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Have you seen it?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A long time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We like to write.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We were here.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It’s about time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One more time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She said to go.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Into the water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He has it.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Up in the air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There was an old man.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Each of us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With his mom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If we were older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It’s been a long time.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It may fall down.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Then we will go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From my room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May I go first?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Give them to me.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Write your name.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An angry cat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Get on the bus.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This is my cat.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The first word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Two of us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But not for me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See the water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From here to there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When will we go?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Look up.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Number two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Did you like it?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Go down.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For some of your people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</w:tr>
      <w:tr w:rsidR="00B532D6" w:rsidRPr="000B7143">
        <w:trPr>
          <w:trHeight w:val="360"/>
        </w:trPr>
        <w:tc>
          <w:tcPr>
            <w:tcW w:w="2700" w:type="dxa"/>
            <w:tcBorders>
              <w:left w:val="nil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A long way to go</w:t>
            </w:r>
          </w:p>
        </w:tc>
        <w:tc>
          <w:tcPr>
            <w:tcW w:w="118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4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B532D6" w:rsidRPr="000B7143" w:rsidRDefault="00B532D6" w:rsidP="000B71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By the water.</w:t>
            </w:r>
          </w:p>
        </w:tc>
        <w:tc>
          <w:tcPr>
            <w:tcW w:w="1080" w:type="dxa"/>
            <w:tcBorders>
              <w:left w:val="single" w:sz="4" w:space="0" w:color="FFFFFF"/>
              <w:right w:val="nil"/>
            </w:tcBorders>
            <w:shd w:val="clear" w:color="auto" w:fill="B2B2B2"/>
            <w:vAlign w:val="center"/>
          </w:tcPr>
          <w:p w:rsidR="00B532D6" w:rsidRPr="000B7143" w:rsidRDefault="00B532D6" w:rsidP="000B7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143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</w:tr>
    </w:tbl>
    <w:p w:rsidR="00B532D6" w:rsidRDefault="00B532D6" w:rsidP="00F02189"/>
    <w:sectPr w:rsidR="00B532D6" w:rsidSect="0054637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2D6" w:rsidRDefault="00B532D6" w:rsidP="00F8731E">
      <w:pPr>
        <w:spacing w:after="0" w:line="240" w:lineRule="auto"/>
      </w:pPr>
      <w:r>
        <w:separator/>
      </w:r>
    </w:p>
  </w:endnote>
  <w:endnote w:type="continuationSeparator" w:id="0">
    <w:p w:rsidR="00B532D6" w:rsidRDefault="00B532D6" w:rsidP="00F8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2D6" w:rsidRDefault="00B532D6" w:rsidP="00F8731E">
      <w:pPr>
        <w:spacing w:after="0" w:line="240" w:lineRule="auto"/>
      </w:pPr>
      <w:r>
        <w:separator/>
      </w:r>
    </w:p>
  </w:footnote>
  <w:footnote w:type="continuationSeparator" w:id="0">
    <w:p w:rsidR="00B532D6" w:rsidRDefault="00B532D6" w:rsidP="00F87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2D6" w:rsidRPr="00F02189" w:rsidRDefault="00B532D6">
    <w:pPr>
      <w:pStyle w:val="Header"/>
      <w:rPr>
        <w:sz w:val="28"/>
        <w:szCs w:val="28"/>
      </w:rPr>
    </w:pPr>
    <w:r w:rsidRPr="00F02189">
      <w:rPr>
        <w:sz w:val="28"/>
        <w:szCs w:val="28"/>
      </w:rPr>
      <w:t>Grade 1 – Phrase Fluency Baseline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34D"/>
    <w:rsid w:val="0004019D"/>
    <w:rsid w:val="0004577F"/>
    <w:rsid w:val="00066DA3"/>
    <w:rsid w:val="000B7143"/>
    <w:rsid w:val="00274CD4"/>
    <w:rsid w:val="002B5139"/>
    <w:rsid w:val="00342507"/>
    <w:rsid w:val="004C4183"/>
    <w:rsid w:val="00546376"/>
    <w:rsid w:val="005A49A6"/>
    <w:rsid w:val="007016A5"/>
    <w:rsid w:val="008A4B67"/>
    <w:rsid w:val="008D12F5"/>
    <w:rsid w:val="00947282"/>
    <w:rsid w:val="009B0B4E"/>
    <w:rsid w:val="009E4D18"/>
    <w:rsid w:val="009F39BA"/>
    <w:rsid w:val="00B079F2"/>
    <w:rsid w:val="00B532D6"/>
    <w:rsid w:val="00BA46F9"/>
    <w:rsid w:val="00C97397"/>
    <w:rsid w:val="00D32C1B"/>
    <w:rsid w:val="00DD2945"/>
    <w:rsid w:val="00EB234D"/>
    <w:rsid w:val="00EF2A6A"/>
    <w:rsid w:val="00F02189"/>
    <w:rsid w:val="00F6756A"/>
    <w:rsid w:val="00F8731E"/>
    <w:rsid w:val="00FB3F45"/>
    <w:rsid w:val="00FC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B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39BA"/>
    <w:pPr>
      <w:ind w:left="720"/>
    </w:pPr>
  </w:style>
  <w:style w:type="table" w:styleId="TableGrid">
    <w:name w:val="Table Grid"/>
    <w:basedOn w:val="TableNormal"/>
    <w:uiPriority w:val="99"/>
    <w:rsid w:val="00EB234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A4B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Calibri"/>
    </w:rPr>
  </w:style>
  <w:style w:type="paragraph" w:styleId="Footer">
    <w:name w:val="footer"/>
    <w:basedOn w:val="Normal"/>
    <w:link w:val="FooterChar"/>
    <w:uiPriority w:val="99"/>
    <w:rsid w:val="008A4B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165</Words>
  <Characters>947</Characters>
  <Application>Microsoft Office Outlook</Application>
  <DocSecurity>0</DocSecurity>
  <Lines>0</Lines>
  <Paragraphs>0</Paragraphs>
  <ScaleCrop>false</ScaleCrop>
  <Company>New Hanover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people</dc:title>
  <dc:subject/>
  <dc:creator>Carly</dc:creator>
  <cp:keywords/>
  <dc:description/>
  <cp:lastModifiedBy>Janice</cp:lastModifiedBy>
  <cp:revision>4</cp:revision>
  <cp:lastPrinted>2009-07-16T17:55:00Z</cp:lastPrinted>
  <dcterms:created xsi:type="dcterms:W3CDTF">2009-05-29T16:27:00Z</dcterms:created>
  <dcterms:modified xsi:type="dcterms:W3CDTF">2010-07-28T17:23:00Z</dcterms:modified>
</cp:coreProperties>
</file>